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9BDF5" w14:textId="0A4E1BC5" w:rsidR="001937FA" w:rsidRPr="006D6DA4" w:rsidRDefault="001937FA" w:rsidP="001937FA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>Příloha č.</w:t>
      </w:r>
      <w:r>
        <w:rPr>
          <w:rStyle w:val="Zvraznn"/>
          <w:color w:val="auto"/>
        </w:rPr>
        <w:t xml:space="preserve"> 1 Smlouvy o dílo (1.3)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05BE15C3" w:rsidR="00785491" w:rsidRPr="007F4898" w:rsidRDefault="00CC5178" w:rsidP="00785491">
      <w:pPr>
        <w:pStyle w:val="Nadpis1"/>
      </w:pPr>
      <w:r>
        <w:rPr>
          <w:sz w:val="40"/>
          <w:szCs w:val="40"/>
        </w:rPr>
        <w:t>Žatec – Počerady</w:t>
      </w:r>
    </w:p>
    <w:p w14:paraId="6C11DEA4" w14:textId="53F0B48F" w:rsidR="005C06CB" w:rsidRPr="00CC5178" w:rsidRDefault="00CC5178">
      <w:pPr>
        <w:contextualSpacing/>
        <w:rPr>
          <w:b/>
          <w:color w:val="FF5200" w:themeColor="accent2"/>
          <w:sz w:val="24"/>
          <w:szCs w:val="24"/>
        </w:rPr>
      </w:pPr>
      <w:r w:rsidRPr="00CC5178">
        <w:rPr>
          <w:b/>
          <w:color w:val="FF5200" w:themeColor="accent2"/>
          <w:sz w:val="24"/>
          <w:szCs w:val="24"/>
        </w:rPr>
        <w:t>TÚ</w:t>
      </w:r>
      <w:r w:rsidR="00E81229">
        <w:rPr>
          <w:b/>
          <w:color w:val="FF5200" w:themeColor="accent2"/>
          <w:sz w:val="24"/>
          <w:szCs w:val="24"/>
        </w:rPr>
        <w:t>0581</w:t>
      </w:r>
      <w:r>
        <w:rPr>
          <w:b/>
          <w:color w:val="FF5200" w:themeColor="accent2"/>
          <w:sz w:val="24"/>
          <w:szCs w:val="24"/>
        </w:rPr>
        <w:t xml:space="preserve"> km 204,2 – 222,0</w:t>
      </w:r>
    </w:p>
    <w:p w14:paraId="751C34F6" w14:textId="77777777" w:rsidR="0081630B" w:rsidRPr="00F76FE7" w:rsidRDefault="0081630B" w:rsidP="0081630B">
      <w:pPr>
        <w:contextualSpacing/>
        <w:rPr>
          <w:b/>
          <w:sz w:val="24"/>
          <w:szCs w:val="24"/>
        </w:rPr>
      </w:pPr>
    </w:p>
    <w:p w14:paraId="5628B9ED" w14:textId="77777777" w:rsidR="0081630B" w:rsidRPr="0081630B" w:rsidRDefault="0081630B" w:rsidP="0081630B">
      <w:pPr>
        <w:contextualSpacing/>
        <w:rPr>
          <w:b/>
          <w:sz w:val="24"/>
          <w:szCs w:val="24"/>
        </w:rPr>
      </w:pPr>
      <w:r w:rsidRPr="0081630B">
        <w:rPr>
          <w:b/>
          <w:sz w:val="24"/>
          <w:szCs w:val="24"/>
        </w:rPr>
        <w:t>S napojením úseku do:</w:t>
      </w:r>
    </w:p>
    <w:p w14:paraId="40FF0B71" w14:textId="2278F2F9" w:rsidR="0081630B" w:rsidRPr="0081630B" w:rsidRDefault="0081630B" w:rsidP="0081630B">
      <w:pPr>
        <w:contextualSpacing/>
        <w:rPr>
          <w:b/>
          <w:sz w:val="24"/>
          <w:szCs w:val="24"/>
        </w:rPr>
      </w:pPr>
      <w:r w:rsidRPr="0081630B">
        <w:rPr>
          <w:b/>
          <w:sz w:val="24"/>
          <w:szCs w:val="24"/>
        </w:rPr>
        <w:t>TÚ0502 km 102,0 – 102,5 (žst. Žatec)</w:t>
      </w:r>
    </w:p>
    <w:p w14:paraId="04973331" w14:textId="727BF32E" w:rsidR="005C06CB" w:rsidRDefault="005C06CB"/>
    <w:p w14:paraId="182D1A88" w14:textId="77777777" w:rsidR="00CC5178" w:rsidRDefault="00CC5178"/>
    <w:p w14:paraId="37938AC9" w14:textId="77777777" w:rsidR="005C06CB" w:rsidRDefault="005C06CB"/>
    <w:p w14:paraId="5E28748D" w14:textId="2499E989" w:rsidR="005C06CB" w:rsidRDefault="005C06CB"/>
    <w:p w14:paraId="5BB66217" w14:textId="14E212E6" w:rsidR="005C06CB" w:rsidRDefault="005C06CB"/>
    <w:p w14:paraId="2904A8A0" w14:textId="77777777" w:rsidR="0081630B" w:rsidRDefault="0081630B"/>
    <w:p w14:paraId="7F168B2A" w14:textId="43F17468" w:rsidR="0081630B" w:rsidRDefault="0081630B" w:rsidP="0081630B">
      <w:r>
        <w:t>Termín odevzdání:</w:t>
      </w:r>
      <w:r>
        <w:tab/>
        <w:t>31. 10. 2021</w:t>
      </w:r>
    </w:p>
    <w:p w14:paraId="7A8B1999" w14:textId="77777777" w:rsidR="00355B4C" w:rsidRDefault="00355B4C" w:rsidP="00355B4C">
      <w:bookmarkStart w:id="1" w:name="_Toc60996197"/>
      <w:bookmarkStart w:id="2" w:name="_Toc63154524"/>
      <w:bookmarkStart w:id="3" w:name="_Hlk41545286"/>
    </w:p>
    <w:p w14:paraId="45620C9A" w14:textId="77777777" w:rsidR="00355B4C" w:rsidRDefault="00355B4C" w:rsidP="00355B4C"/>
    <w:p w14:paraId="5D8A39E6" w14:textId="77777777" w:rsidR="00355B4C" w:rsidRDefault="00355B4C" w:rsidP="00355B4C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1ADC111C" w14:textId="3995C88F" w:rsidR="00355B4C" w:rsidRDefault="00355B4C" w:rsidP="00355B4C">
      <w:pPr>
        <w:contextualSpacing/>
      </w:pPr>
      <w:r>
        <w:t>Zpracova</w:t>
      </w:r>
      <w:r w:rsidR="00233053">
        <w:t>te</w:t>
      </w:r>
      <w:r>
        <w:t>l:</w:t>
      </w:r>
      <w:r>
        <w:tab/>
      </w:r>
      <w:r>
        <w:tab/>
        <w:t>Správa železnic, státní organizace</w:t>
      </w:r>
    </w:p>
    <w:p w14:paraId="07892FE0" w14:textId="77777777" w:rsidR="00355B4C" w:rsidRDefault="00355B4C" w:rsidP="00355B4C">
      <w:pPr>
        <w:ind w:left="1416" w:firstLine="708"/>
        <w:contextualSpacing/>
      </w:pPr>
      <w:r>
        <w:t>Správa železniční geodézie</w:t>
      </w:r>
    </w:p>
    <w:p w14:paraId="30D757AC" w14:textId="77777777" w:rsidR="00042BA6" w:rsidRDefault="00042BA6" w:rsidP="00042BA6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1A581092" w14:textId="77777777" w:rsidR="00355B4C" w:rsidRDefault="00355B4C" w:rsidP="00355B4C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27367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27367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27367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27367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27367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27367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27367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27367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27367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27367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27367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27367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27367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747823E7" w:rsidR="00310F65" w:rsidRDefault="00310F65" w:rsidP="00CC5178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CC5178" w:rsidRPr="00CC5178">
        <w:rPr>
          <w:b w:val="0"/>
        </w:rPr>
        <w:t>Žatec – Počerady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158C370D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E81229">
        <w:t>0581</w:t>
      </w:r>
    </w:p>
    <w:p w14:paraId="4167626B" w14:textId="06FEF336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CC5178">
        <w:t>531D</w:t>
      </w:r>
    </w:p>
    <w:p w14:paraId="36377FDC" w14:textId="787425A7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CC5178">
        <w:t>187</w:t>
      </w:r>
    </w:p>
    <w:p w14:paraId="2A5E430C" w14:textId="7F11DC9E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CC5178">
        <w:t>celostátní, není součástí TEN-T</w:t>
      </w:r>
    </w:p>
    <w:p w14:paraId="058FD2A9" w14:textId="184AD4D2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CC5178">
        <w:t>P5 (osobní), F3 (nákladní)</w:t>
      </w:r>
    </w:p>
    <w:p w14:paraId="03F29A63" w14:textId="2632EA58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CC5178">
        <w:t>1 (Žatec – odb. Vrbka), 2 (odb. Vrbka – Počerady)</w:t>
      </w:r>
    </w:p>
    <w:p w14:paraId="2011482F" w14:textId="660B769D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CC5178">
        <w:t>stejnosměrná 3kV</w:t>
      </w:r>
    </w:p>
    <w:p w14:paraId="70C9EF2B" w14:textId="6DDCF1F9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CC5178">
        <w:t>Ústí nad Labem</w:t>
      </w:r>
    </w:p>
    <w:p w14:paraId="0FCF352F" w14:textId="710C60EA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CC5178">
        <w:rPr>
          <w:b w:val="0"/>
        </w:rPr>
        <w:t>Ústecký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43CD7609" w:rsidR="00807618" w:rsidRDefault="00CC5178" w:rsidP="00CC5178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CC5178">
        <w:rPr>
          <w:b w:val="0"/>
        </w:rPr>
        <w:t>Zvýšení přechodnosti v traťovém úseku Počerady - Obrnice (mimo)</w:t>
      </w:r>
    </w:p>
    <w:p w14:paraId="3C3607E5" w14:textId="6B93E23A" w:rsidR="00CC5178" w:rsidRPr="00CC5178" w:rsidRDefault="00CC5178" w:rsidP="00CC5178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CC5178">
        <w:rPr>
          <w:b w:val="0"/>
        </w:rPr>
        <w:t>Rekonstrukce mostu v km 204,200 trati Most - Žatec, Rekonstrukce mostu v km 204,560 trati 0581 Žatec (mimo) - České Zlatníky (mimo) (vč. Obrnice)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7BA5FEFD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7BE002FB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CC5178" w:rsidRPr="00783EF0">
        <w:rPr>
          <w:b w:val="0"/>
        </w:rPr>
        <w:t xml:space="preserve">všechny stanice a </w:t>
      </w:r>
      <w:r w:rsidR="00CC5178" w:rsidRPr="00CC5178">
        <w:rPr>
          <w:b w:val="0"/>
        </w:rPr>
        <w:t>zastávky</w:t>
      </w:r>
      <w:r w:rsidR="001338ED" w:rsidRPr="00CC5178">
        <w:rPr>
          <w:b w:val="0"/>
        </w:rPr>
        <w:t>;</w:t>
      </w:r>
      <w:bookmarkEnd w:id="43"/>
    </w:p>
    <w:p w14:paraId="4AE3A5AB" w14:textId="04E8C27C" w:rsidR="003F7B60" w:rsidRPr="00CC5178" w:rsidRDefault="007D586B" w:rsidP="00CC5178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CC5178">
        <w:rPr>
          <w:b w:val="0"/>
        </w:rPr>
        <w:t>:</w:t>
      </w:r>
      <w:r w:rsidR="00AC76B4" w:rsidRPr="00CC5178">
        <w:rPr>
          <w:b w:val="0"/>
        </w:rPr>
        <w:t xml:space="preserve"> </w:t>
      </w:r>
      <w:r w:rsidR="00CC5178" w:rsidRPr="00CC5178">
        <w:rPr>
          <w:b w:val="0"/>
        </w:rPr>
        <w:t>Žatec, Postoloprty (Počerady průjezd v koordinaci a dle parametrů infrastruktury z navazující stavby)</w:t>
      </w:r>
      <w:r w:rsidR="003F7B60" w:rsidRPr="00CC5178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2A341B49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2C077E3C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Pr="00CC5178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CC5178">
        <w:rPr>
          <w:b w:val="0"/>
        </w:rPr>
        <w:t xml:space="preserve">Práce na SRP budou organizovány formou porad </w:t>
      </w:r>
      <w:r w:rsidR="00D8229D" w:rsidRPr="00CC5178">
        <w:rPr>
          <w:b w:val="0"/>
        </w:rPr>
        <w:t xml:space="preserve">zástupců </w:t>
      </w:r>
      <w:r w:rsidRPr="00CC5178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CC5178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CC5178">
        <w:rPr>
          <w:b w:val="0"/>
        </w:rPr>
        <w:t>V průběhu prací bude Objednatel činnost Zhotovitele usměrňovat prostřednictvím pracovních jednání.</w:t>
      </w:r>
      <w:bookmarkEnd w:id="84"/>
      <w:bookmarkEnd w:id="85"/>
      <w:bookmarkEnd w:id="86"/>
    </w:p>
    <w:p w14:paraId="2B488BF5" w14:textId="1CC0EEE3" w:rsidR="00224BAD" w:rsidRPr="00CC5178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CC5178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CC5178" w:rsidRDefault="00224BAD" w:rsidP="00224BAD">
      <w:pPr>
        <w:pStyle w:val="Text2-1"/>
        <w:numPr>
          <w:ilvl w:val="2"/>
          <w:numId w:val="47"/>
        </w:numPr>
      </w:pPr>
      <w:r w:rsidRPr="00CC5178">
        <w:rPr>
          <w:b/>
        </w:rPr>
        <w:t>vstupní jednání</w:t>
      </w:r>
      <w:r w:rsidRPr="00CC5178">
        <w:t xml:space="preserve"> – bude svoláno a uskutečněno nejpozději do 2 týdnů od termínu zahájení prací na SRP;</w:t>
      </w:r>
    </w:p>
    <w:p w14:paraId="1F6235B2" w14:textId="3D870054" w:rsidR="00224BAD" w:rsidRPr="00CC5178" w:rsidRDefault="00224BAD" w:rsidP="00224BAD">
      <w:pPr>
        <w:pStyle w:val="Text2-1"/>
        <w:numPr>
          <w:ilvl w:val="2"/>
          <w:numId w:val="47"/>
        </w:numPr>
      </w:pPr>
      <w:r w:rsidRPr="00CC5178">
        <w:rPr>
          <w:b/>
        </w:rPr>
        <w:t>závěrečné jednání</w:t>
      </w:r>
      <w:r w:rsidRPr="00CC5178">
        <w:t xml:space="preserve"> – bude svoláno nejpozději 14 dnů před termínem odevzdání čistopisu finální verze SRP </w:t>
      </w:r>
      <w:r w:rsidRPr="00CC5178">
        <w:rPr>
          <w:b/>
        </w:rPr>
        <w:t>k odsouhlasení</w:t>
      </w:r>
      <w:r w:rsidRPr="00CC5178">
        <w:t>, nejpozději na tomto jednání vypořádá Zhotovitel všechny připomínky Objednatele</w:t>
      </w:r>
      <w:r w:rsidR="00D9618D" w:rsidRPr="00CC5178">
        <w:t>;</w:t>
      </w:r>
    </w:p>
    <w:p w14:paraId="16F04F50" w14:textId="298820C7" w:rsidR="00224BAD" w:rsidRPr="00CC5178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CC5178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CC5178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CC5178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CC5178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CC5178">
        <w:rPr>
          <w:b w:val="0"/>
        </w:rPr>
        <w:t xml:space="preserve">Předání pokladů </w:t>
      </w:r>
      <w:r w:rsidR="000D61B9" w:rsidRPr="00CC5178">
        <w:rPr>
          <w:b w:val="0"/>
        </w:rPr>
        <w:t xml:space="preserve">dle kap. </w:t>
      </w:r>
      <w:r w:rsidR="003716E9" w:rsidRPr="00CC5178">
        <w:fldChar w:fldCharType="begin"/>
      </w:r>
      <w:r w:rsidR="003716E9" w:rsidRPr="00CC5178">
        <w:instrText xml:space="preserve"> REF _Ref60992796 \r \h  \* MERGEFORMAT </w:instrText>
      </w:r>
      <w:r w:rsidR="003716E9" w:rsidRPr="00CC5178">
        <w:fldChar w:fldCharType="separate"/>
      </w:r>
      <w:r w:rsidR="003716E9" w:rsidRPr="00CC5178">
        <w:t>3</w:t>
      </w:r>
      <w:r w:rsidR="003716E9" w:rsidRPr="00CC5178">
        <w:fldChar w:fldCharType="end"/>
      </w:r>
      <w:r w:rsidR="003716E9" w:rsidRPr="00CC5178">
        <w:rPr>
          <w:b w:val="0"/>
        </w:rPr>
        <w:t xml:space="preserve"> a </w:t>
      </w:r>
      <w:r w:rsidR="003716E9" w:rsidRPr="00CC5178">
        <w:fldChar w:fldCharType="begin"/>
      </w:r>
      <w:r w:rsidR="003716E9" w:rsidRPr="00CC5178">
        <w:instrText xml:space="preserve"> REF _Ref60992805 \r \h  \* MERGEFORMAT </w:instrText>
      </w:r>
      <w:r w:rsidR="003716E9" w:rsidRPr="00CC5178">
        <w:fldChar w:fldCharType="separate"/>
      </w:r>
      <w:r w:rsidR="003716E9" w:rsidRPr="00CC5178">
        <w:t>6</w:t>
      </w:r>
      <w:r w:rsidR="003716E9" w:rsidRPr="00CC5178">
        <w:fldChar w:fldCharType="end"/>
      </w:r>
      <w:r w:rsidR="003716E9" w:rsidRPr="00CC5178">
        <w:rPr>
          <w:b w:val="0"/>
        </w:rPr>
        <w:t xml:space="preserve"> </w:t>
      </w:r>
      <w:r w:rsidRPr="00CC5178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CC5178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CC5178">
        <w:rPr>
          <w:caps/>
          <w:sz w:val="22"/>
          <w:szCs w:val="22"/>
        </w:rPr>
        <w:t xml:space="preserve">Harmonogram </w:t>
      </w:r>
      <w:r w:rsidR="000D61B9" w:rsidRPr="00CC5178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CC5178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CC5178">
        <w:rPr>
          <w:b w:val="0"/>
        </w:rPr>
        <w:t>Práce na Díle budou zahájeny ihned po zveřejnění Smlouvy o dílo v registru smluv.</w:t>
      </w:r>
      <w:bookmarkEnd w:id="99"/>
      <w:r w:rsidRPr="00CC5178">
        <w:rPr>
          <w:b w:val="0"/>
        </w:rPr>
        <w:t xml:space="preserve"> </w:t>
      </w:r>
      <w:bookmarkEnd w:id="100"/>
    </w:p>
    <w:p w14:paraId="68C36E13" w14:textId="56A207D5" w:rsidR="000D61B9" w:rsidRPr="00CC5178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CC5178">
        <w:t>Harmonogram prací je definován níže uvedenými závaznými dílčími plněními (milníky)</w:t>
      </w:r>
      <w:bookmarkEnd w:id="103"/>
      <w:r w:rsidRPr="00CC5178">
        <w:t>.</w:t>
      </w:r>
      <w:r w:rsidRPr="00CC5178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CC5178">
        <w:rPr>
          <w:b w:val="0"/>
        </w:rPr>
        <w:t>.</w:t>
      </w:r>
      <w:bookmarkEnd w:id="104"/>
    </w:p>
    <w:p w14:paraId="14EF5A42" w14:textId="0C6C57C6" w:rsidR="000D61B9" w:rsidRPr="00CC5178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CC5178">
        <w:rPr>
          <w:b/>
        </w:rPr>
        <w:t>První dílčí plnění – koncept dokumentace k připomínkám</w:t>
      </w:r>
      <w:r w:rsidRPr="00CC5178">
        <w:t xml:space="preserve">, termín </w:t>
      </w:r>
      <w:r w:rsidRPr="00CC5178">
        <w:rPr>
          <w:b/>
        </w:rPr>
        <w:t>3 měsíc</w:t>
      </w:r>
      <w:r w:rsidR="00C1018D" w:rsidRPr="00CC5178">
        <w:rPr>
          <w:b/>
        </w:rPr>
        <w:t>e</w:t>
      </w:r>
      <w:r w:rsidRPr="00CC5178">
        <w:t xml:space="preserve"> </w:t>
      </w:r>
      <w:r w:rsidR="00C1018D" w:rsidRPr="00CC5178">
        <w:t>před termínem předání díla stanoveným SoD</w:t>
      </w:r>
      <w:r w:rsidR="003716E9" w:rsidRPr="00CC5178">
        <w:t>,</w:t>
      </w:r>
    </w:p>
    <w:p w14:paraId="4F587B0D" w14:textId="29D18BFD" w:rsidR="000D61B9" w:rsidRPr="00CC5178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CC5178">
        <w:rPr>
          <w:b/>
        </w:rPr>
        <w:t>Druhé dílčí plnění –</w:t>
      </w:r>
      <w:r w:rsidR="004015EE" w:rsidRPr="00CC5178">
        <w:rPr>
          <w:b/>
        </w:rPr>
        <w:t xml:space="preserve"> </w:t>
      </w:r>
      <w:r w:rsidRPr="00CC5178">
        <w:rPr>
          <w:b/>
        </w:rPr>
        <w:t>odevzdání dokumentace se zapracovanými připomínkami</w:t>
      </w:r>
      <w:r w:rsidRPr="00CC5178">
        <w:t xml:space="preserve">, termín </w:t>
      </w:r>
      <w:r w:rsidR="00C1018D" w:rsidRPr="00CC5178">
        <w:rPr>
          <w:b/>
        </w:rPr>
        <w:t>1</w:t>
      </w:r>
      <w:r w:rsidRPr="00CC5178">
        <w:rPr>
          <w:b/>
        </w:rPr>
        <w:t xml:space="preserve"> měsíc</w:t>
      </w:r>
      <w:r w:rsidRPr="00CC5178">
        <w:t xml:space="preserve"> </w:t>
      </w:r>
      <w:r w:rsidR="00C1018D" w:rsidRPr="00CC5178">
        <w:t>před termínem předání díla stanoveným SoD,</w:t>
      </w:r>
    </w:p>
    <w:p w14:paraId="1421D0E8" w14:textId="2CDBE790" w:rsidR="003716E9" w:rsidRPr="00CC5178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CC5178">
        <w:rPr>
          <w:b/>
        </w:rPr>
        <w:t>Třetí</w:t>
      </w:r>
      <w:r w:rsidR="00D8229D" w:rsidRPr="00CC5178">
        <w:rPr>
          <w:b/>
        </w:rPr>
        <w:t xml:space="preserve"> </w:t>
      </w:r>
      <w:r w:rsidR="00D07FC2" w:rsidRPr="00CC5178">
        <w:rPr>
          <w:b/>
        </w:rPr>
        <w:t>(</w:t>
      </w:r>
      <w:r w:rsidR="00D8229D" w:rsidRPr="00CC5178">
        <w:rPr>
          <w:b/>
        </w:rPr>
        <w:t>konečné</w:t>
      </w:r>
      <w:r w:rsidR="00D07FC2" w:rsidRPr="00CC5178">
        <w:rPr>
          <w:b/>
        </w:rPr>
        <w:t>)</w:t>
      </w:r>
      <w:r w:rsidRPr="00CC5178">
        <w:rPr>
          <w:b/>
        </w:rPr>
        <w:t xml:space="preserve"> plnění – </w:t>
      </w:r>
      <w:r w:rsidR="00D07FC2" w:rsidRPr="00CC5178">
        <w:t>odsouhlasení dokumentace po zapracování připomínek</w:t>
      </w:r>
      <w:r w:rsidR="00D07FC2" w:rsidRPr="00CC5178">
        <w:rPr>
          <w:b/>
        </w:rPr>
        <w:t xml:space="preserve"> </w:t>
      </w:r>
      <w:r w:rsidR="00D07FC2" w:rsidRPr="00CC5178">
        <w:t xml:space="preserve">a její </w:t>
      </w:r>
      <w:r w:rsidR="004015EE" w:rsidRPr="00CC5178">
        <w:rPr>
          <w:b/>
        </w:rPr>
        <w:t>finální předání Objednateli</w:t>
      </w:r>
      <w:r w:rsidR="001338ED" w:rsidRPr="00CC5178">
        <w:t xml:space="preserve">, termín </w:t>
      </w:r>
      <w:r w:rsidR="00C1018D" w:rsidRPr="00CC5178">
        <w:t>předání díla stanoven</w:t>
      </w:r>
      <w:r w:rsidRPr="00CC5178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0C87D16B" w14:textId="77777777" w:rsidR="00491396" w:rsidRDefault="00491396" w:rsidP="00491396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51799C15" w14:textId="77777777" w:rsidR="00491396" w:rsidRDefault="00491396" w:rsidP="00491396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14C22" w14:textId="77777777" w:rsidR="00273679" w:rsidRDefault="00273679" w:rsidP="00962258">
      <w:pPr>
        <w:spacing w:after="0" w:line="240" w:lineRule="auto"/>
      </w:pPr>
      <w:r>
        <w:separator/>
      </w:r>
    </w:p>
  </w:endnote>
  <w:endnote w:type="continuationSeparator" w:id="0">
    <w:p w14:paraId="58C47A19" w14:textId="77777777" w:rsidR="00273679" w:rsidRDefault="002736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89905" w14:textId="77777777" w:rsidR="00B94C67" w:rsidRDefault="00B94C6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1F9A8235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139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139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259F9789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13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139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50EAAD3D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4675CB5C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039046A3" w14:textId="77777777" w:rsidR="00B94C67" w:rsidRDefault="00B94C67" w:rsidP="00B94C67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4ED7698E" w14:textId="0568BA76" w:rsidR="00F94689" w:rsidRPr="00460660" w:rsidRDefault="00F94689" w:rsidP="00F94689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6CD005B6" wp14:editId="2CC828B7">
                <wp:extent cx="1187450" cy="5143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7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4ADFED86" w:rsidR="008700FF" w:rsidRDefault="008700FF" w:rsidP="00460660">
          <w:pPr>
            <w:pStyle w:val="Zpat"/>
          </w:pPr>
        </w:p>
      </w:tc>
    </w:tr>
  </w:tbl>
  <w:p w14:paraId="6FFF161A" w14:textId="49C53BC7" w:rsidR="008700FF" w:rsidRPr="00B8518B" w:rsidRDefault="008700FF" w:rsidP="00460660">
    <w:pPr>
      <w:pStyle w:val="Zpat"/>
      <w:rPr>
        <w:sz w:val="2"/>
        <w:szCs w:val="2"/>
      </w:rPr>
    </w:pPr>
  </w:p>
  <w:p w14:paraId="27FFE466" w14:textId="387897EA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9B36A" w14:textId="77777777" w:rsidR="00273679" w:rsidRDefault="00273679" w:rsidP="00962258">
      <w:pPr>
        <w:spacing w:after="0" w:line="240" w:lineRule="auto"/>
      </w:pPr>
      <w:r>
        <w:separator/>
      </w:r>
    </w:p>
  </w:footnote>
  <w:footnote w:type="continuationSeparator" w:id="0">
    <w:p w14:paraId="51B49743" w14:textId="77777777" w:rsidR="00273679" w:rsidRDefault="002736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26AA7" w14:textId="77777777" w:rsidR="00B94C67" w:rsidRDefault="00B94C6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42BA6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C62"/>
    <w:rsid w:val="00170EC5"/>
    <w:rsid w:val="001747C1"/>
    <w:rsid w:val="00177A62"/>
    <w:rsid w:val="00184743"/>
    <w:rsid w:val="00187CAB"/>
    <w:rsid w:val="001937FA"/>
    <w:rsid w:val="0019661E"/>
    <w:rsid w:val="001A0297"/>
    <w:rsid w:val="001D5D99"/>
    <w:rsid w:val="001F4791"/>
    <w:rsid w:val="002044D3"/>
    <w:rsid w:val="00207DF5"/>
    <w:rsid w:val="00210D2D"/>
    <w:rsid w:val="00215C65"/>
    <w:rsid w:val="00224BAD"/>
    <w:rsid w:val="00233053"/>
    <w:rsid w:val="00234C26"/>
    <w:rsid w:val="002372A6"/>
    <w:rsid w:val="00244D31"/>
    <w:rsid w:val="002554E4"/>
    <w:rsid w:val="00260638"/>
    <w:rsid w:val="00264121"/>
    <w:rsid w:val="00273679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5B4C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396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90673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1630B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4C67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32E9"/>
    <w:rsid w:val="00CA4D18"/>
    <w:rsid w:val="00CC5178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81229"/>
    <w:rsid w:val="00E97F22"/>
    <w:rsid w:val="00EA1B25"/>
    <w:rsid w:val="00EA5178"/>
    <w:rsid w:val="00EB104F"/>
    <w:rsid w:val="00EC2A9C"/>
    <w:rsid w:val="00ED14BD"/>
    <w:rsid w:val="00ED36D5"/>
    <w:rsid w:val="00EF274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4689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50420F6-0561-4C86-9B08-28D26CBE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15</TotalTime>
  <Pages>12</Pages>
  <Words>3252</Words>
  <Characters>19193</Characters>
  <Application>Microsoft Office Word</Application>
  <DocSecurity>0</DocSecurity>
  <Lines>159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2021-02-11T12:04:00Z</dcterms:created>
  <dcterms:modified xsi:type="dcterms:W3CDTF">2021-04-16T10:45:00Z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